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C1C07ED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3A0EBD">
        <w:rPr>
          <w:rStyle w:val="Strong"/>
          <w:rFonts w:asciiTheme="minorHAnsi" w:hAnsiTheme="minorHAnsi" w:cstheme="minorHAnsi"/>
          <w:lang w:val="en-GB"/>
        </w:rPr>
        <w:t>22-W001-2</w:t>
      </w:r>
      <w:r w:rsidR="00793224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5C325A7B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BB4FDB">
        <w:rPr>
          <w:rFonts w:ascii="Calibri" w:hAnsi="Calibri" w:cs="Calibri"/>
        </w:rPr>
        <w:t xml:space="preserve">posted on the </w:t>
      </w:r>
      <w:r w:rsidR="00116A20" w:rsidRPr="00BB4FDB">
        <w:rPr>
          <w:rFonts w:ascii="Calibri" w:hAnsi="Calibri" w:cs="Calibri"/>
        </w:rPr>
        <w:t xml:space="preserve">Kiribati Public Procurement </w:t>
      </w:r>
      <w:r w:rsidR="00BB4FDB" w:rsidRPr="00BB4FDB">
        <w:rPr>
          <w:rFonts w:ascii="Calibri" w:hAnsi="Calibri" w:cs="Calibri"/>
        </w:rPr>
        <w:t>Web Portal</w:t>
      </w:r>
      <w:r w:rsidRPr="00BB4FDB">
        <w:rPr>
          <w:rFonts w:ascii="Calibri" w:hAnsi="Calibri" w:cs="Calibri"/>
        </w:rPr>
        <w:t xml:space="preserve"> (</w:t>
      </w:r>
      <w:r w:rsidR="005D47B8" w:rsidRPr="00BB4FDB">
        <w:rPr>
          <w:rStyle w:val="Hyperlink"/>
          <w:rFonts w:ascii="Calibri" w:hAnsi="Calibri" w:cs="Calibri"/>
          <w:lang w:val="en-GB"/>
        </w:rPr>
        <w:t>www.procurement.gov.ki/opentender</w:t>
      </w:r>
      <w:r w:rsidRPr="00BB4FDB">
        <w:rPr>
          <w:rFonts w:ascii="Calibri" w:hAnsi="Calibri" w:cs="Calibri"/>
        </w:rPr>
        <w:t xml:space="preserve">) </w:t>
      </w:r>
      <w:r w:rsidRPr="00BB4FDB">
        <w:rPr>
          <w:rFonts w:ascii="Calibri" w:hAnsi="Calibri" w:cs="Calibri"/>
          <w:u w:val="single"/>
        </w:rPr>
        <w:t>or</w:t>
      </w:r>
      <w:r w:rsidRPr="00BB4FDB">
        <w:rPr>
          <w:rFonts w:ascii="Calibri" w:hAnsi="Calibri" w:cs="Calibri"/>
        </w:rPr>
        <w:t xml:space="preserve"> sent directly </w:t>
      </w:r>
      <w:r w:rsidR="00C15299" w:rsidRPr="00BB4FDB">
        <w:rPr>
          <w:rFonts w:ascii="Calibri" w:hAnsi="Calibri" w:cs="Calibri"/>
        </w:rPr>
        <w:t xml:space="preserve">to </w:t>
      </w:r>
      <w:r w:rsidRPr="00BB4FDB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BB4FDB">
        <w:rPr>
          <w:rFonts w:ascii="Calibri" w:hAnsi="Calibri" w:cs="Calibri"/>
        </w:rPr>
        <w:t>6</w:t>
      </w:r>
      <w:r w:rsidRPr="00BB4FDB">
        <w:rPr>
          <w:rFonts w:ascii="Calibri" w:hAnsi="Calibri" w:cs="Calibri"/>
        </w:rPr>
        <w:t>-1</w:t>
      </w:r>
      <w:r w:rsidR="00B0293A" w:rsidRPr="00BB4FDB">
        <w:rPr>
          <w:rFonts w:ascii="Calibri" w:hAnsi="Calibri" w:cs="Calibri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22E9BCD" w:rsidR="00B0293A" w:rsidRPr="00532E97" w:rsidRDefault="00E25E6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Pr="00E25E68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January</w:t>
            </w:r>
            <w:r w:rsidR="003409AA">
              <w:rPr>
                <w:rFonts w:ascii="Calibri" w:hAnsi="Calibri"/>
                <w:szCs w:val="20"/>
              </w:rPr>
              <w:t xml:space="preserve"> 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A63195F" w:rsidR="00B0293A" w:rsidRPr="00B0293A" w:rsidRDefault="00793224" w:rsidP="001F2052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Pr="00793224">
              <w:rPr>
                <w:rFonts w:ascii="Calibri" w:hAnsi="Calibri"/>
                <w:szCs w:val="20"/>
                <w:vertAlign w:val="superscript"/>
              </w:rPr>
              <w:t>nd</w:t>
            </w:r>
            <w:r w:rsidR="007B7BF2">
              <w:rPr>
                <w:rFonts w:ascii="Calibri" w:hAnsi="Calibri"/>
                <w:szCs w:val="20"/>
              </w:rPr>
              <w:t xml:space="preserve"> Feb </w:t>
            </w:r>
            <w:r w:rsidR="001F2052" w:rsidRPr="000213A1">
              <w:rPr>
                <w:rFonts w:ascii="Calibri" w:hAnsi="Calibri"/>
                <w:szCs w:val="20"/>
              </w:rPr>
              <w:t>202</w:t>
            </w:r>
            <w:r w:rsidR="007B7BF2">
              <w:rPr>
                <w:rFonts w:ascii="Calibri" w:hAnsi="Calibri"/>
                <w:szCs w:val="20"/>
              </w:rPr>
              <w:t>4</w:t>
            </w:r>
            <w:r w:rsidR="001F2052" w:rsidRPr="000213A1">
              <w:rPr>
                <w:rFonts w:ascii="Calibri" w:hAnsi="Calibri"/>
                <w:szCs w:val="20"/>
              </w:rPr>
              <w:t xml:space="preserve"> </w:t>
            </w:r>
            <w:r w:rsidR="003409AA" w:rsidRPr="000213A1">
              <w:rPr>
                <w:rFonts w:ascii="Calibri" w:hAnsi="Calibri"/>
                <w:szCs w:val="20"/>
              </w:rPr>
              <w:t>(</w:t>
            </w:r>
            <w:r w:rsidR="00B0293A" w:rsidRPr="000213A1">
              <w:rPr>
                <w:rFonts w:ascii="Calibri" w:hAnsi="Calibri"/>
                <w:szCs w:val="20"/>
              </w:rPr>
              <w:t>1</w:t>
            </w:r>
            <w:r w:rsidR="001F2052" w:rsidRPr="000213A1">
              <w:rPr>
                <w:rFonts w:ascii="Calibri" w:hAnsi="Calibri"/>
                <w:szCs w:val="20"/>
              </w:rPr>
              <w:t>7</w:t>
            </w:r>
            <w:r w:rsidR="00B0293A" w:rsidRPr="000213A1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823149D" w:rsidR="00B0293A" w:rsidRPr="00532E97" w:rsidRDefault="00793224" w:rsidP="001F205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</w:t>
            </w:r>
            <w:r w:rsidRPr="00793224">
              <w:rPr>
                <w:rFonts w:ascii="Calibri" w:hAnsi="Calibri"/>
                <w:szCs w:val="20"/>
                <w:vertAlign w:val="superscript"/>
              </w:rPr>
              <w:t>th</w:t>
            </w:r>
            <w:r w:rsidR="007B7BF2">
              <w:rPr>
                <w:rFonts w:ascii="Calibri" w:hAnsi="Calibri"/>
                <w:szCs w:val="20"/>
              </w:rPr>
              <w:t xml:space="preserve"> Feb </w:t>
            </w:r>
            <w:r w:rsidR="00BB4FDB">
              <w:rPr>
                <w:rFonts w:ascii="Calibri" w:hAnsi="Calibri"/>
                <w:szCs w:val="20"/>
              </w:rPr>
              <w:t>202</w:t>
            </w:r>
            <w:r w:rsidR="007B7BF2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12E7078" w:rsidR="00B0293A" w:rsidRPr="000213A1" w:rsidRDefault="00B0293A" w:rsidP="003A0EBD">
            <w:pPr>
              <w:rPr>
                <w:rFonts w:ascii="Calibri" w:hAnsi="Calibri"/>
                <w:szCs w:val="20"/>
              </w:rPr>
            </w:pPr>
            <w:r w:rsidRPr="000213A1">
              <w:rPr>
                <w:rFonts w:ascii="Calibri" w:hAnsi="Calibri"/>
                <w:szCs w:val="20"/>
              </w:rPr>
              <w:t xml:space="preserve"> </w:t>
            </w:r>
            <w:r w:rsidR="00793224">
              <w:rPr>
                <w:rFonts w:ascii="Calibri" w:hAnsi="Calibri"/>
                <w:szCs w:val="20"/>
              </w:rPr>
              <w:t>14</w:t>
            </w:r>
            <w:r w:rsidR="007B7BF2" w:rsidRPr="007B7BF2">
              <w:rPr>
                <w:rFonts w:ascii="Calibri" w:hAnsi="Calibri"/>
                <w:szCs w:val="20"/>
                <w:vertAlign w:val="superscript"/>
              </w:rPr>
              <w:t>th</w:t>
            </w:r>
            <w:r w:rsidR="007B7BF2">
              <w:rPr>
                <w:rFonts w:ascii="Calibri" w:hAnsi="Calibri"/>
                <w:szCs w:val="20"/>
              </w:rPr>
              <w:t xml:space="preserve"> Feb</w:t>
            </w:r>
            <w:r w:rsidR="001F2052" w:rsidRPr="000213A1">
              <w:rPr>
                <w:rFonts w:ascii="Calibri" w:hAnsi="Calibri"/>
                <w:szCs w:val="20"/>
              </w:rPr>
              <w:t xml:space="preserve"> 202</w:t>
            </w:r>
            <w:r w:rsidR="007B7BF2">
              <w:rPr>
                <w:rFonts w:ascii="Calibri" w:hAnsi="Calibri"/>
                <w:szCs w:val="20"/>
              </w:rPr>
              <w:t>4</w:t>
            </w:r>
            <w:r w:rsidR="003409AA" w:rsidRPr="000213A1">
              <w:rPr>
                <w:rFonts w:ascii="Calibri" w:hAnsi="Calibri"/>
                <w:szCs w:val="20"/>
              </w:rPr>
              <w:t xml:space="preserve"> </w:t>
            </w:r>
            <w:r w:rsidRPr="000213A1">
              <w:rPr>
                <w:rFonts w:ascii="Calibri" w:hAnsi="Calibri"/>
                <w:szCs w:val="20"/>
              </w:rPr>
              <w:t>(1</w:t>
            </w:r>
            <w:r w:rsidR="001F2052" w:rsidRPr="000213A1">
              <w:rPr>
                <w:rFonts w:ascii="Calibri" w:hAnsi="Calibri"/>
                <w:szCs w:val="20"/>
              </w:rPr>
              <w:t>7</w:t>
            </w:r>
            <w:r w:rsidRPr="000213A1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2D2967E" w:rsidR="00B0293A" w:rsidRPr="00532E97" w:rsidRDefault="003A785D" w:rsidP="009D20C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Pr="003A785D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Feb</w:t>
            </w:r>
            <w:r w:rsidR="001F2052">
              <w:rPr>
                <w:rFonts w:ascii="Calibri" w:hAnsi="Calibri"/>
                <w:szCs w:val="20"/>
              </w:rPr>
              <w:t xml:space="preserve"> 20</w:t>
            </w:r>
            <w:r>
              <w:rPr>
                <w:rFonts w:ascii="Calibri" w:hAnsi="Calibri"/>
                <w:szCs w:val="20"/>
              </w:rPr>
              <w:t>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C411D49" w:rsidR="00B0293A" w:rsidRPr="00532E97" w:rsidRDefault="002D545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Pr="002D5451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Feb</w:t>
            </w:r>
            <w:r w:rsidR="00091B46">
              <w:rPr>
                <w:rFonts w:ascii="Calibri" w:hAnsi="Calibri"/>
                <w:szCs w:val="20"/>
              </w:rPr>
              <w:t xml:space="preserve"> 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84E1A8D" w:rsidR="00B0293A" w:rsidRPr="00532E97" w:rsidRDefault="0079322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Pr="00793224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Mar</w:t>
            </w:r>
            <w:r w:rsidR="00091B46">
              <w:rPr>
                <w:rFonts w:ascii="Calibri" w:hAnsi="Calibri"/>
                <w:szCs w:val="20"/>
              </w:rPr>
              <w:t xml:space="preserve"> 202</w:t>
            </w:r>
            <w:r w:rsidR="00D37C2E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FA5A55B" w:rsidR="00B0293A" w:rsidRPr="00532E97" w:rsidRDefault="00793224" w:rsidP="009D20C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</w:t>
            </w:r>
            <w:r w:rsidRPr="00793224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Mar</w:t>
            </w:r>
            <w:r w:rsidR="00091B46">
              <w:rPr>
                <w:rFonts w:ascii="Calibri" w:hAnsi="Calibri"/>
                <w:szCs w:val="20"/>
              </w:rPr>
              <w:t xml:space="preserve"> 202</w:t>
            </w:r>
            <w:r w:rsidR="00EC2ED5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2D53F48" w:rsidR="00B0293A" w:rsidRPr="00532E97" w:rsidRDefault="000C5B7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Pr="000C5B77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793224">
              <w:rPr>
                <w:rFonts w:ascii="Calibri" w:hAnsi="Calibri"/>
                <w:szCs w:val="20"/>
              </w:rPr>
              <w:t>Mar</w:t>
            </w:r>
            <w:r w:rsidR="00091B46">
              <w:rPr>
                <w:rFonts w:ascii="Calibri" w:hAnsi="Calibri"/>
                <w:szCs w:val="20"/>
              </w:rPr>
              <w:t xml:space="preserve"> 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6237DABE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C447AC" w:rsidRPr="00090751" w:rsidSect="007E0FE6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D2E35" w14:textId="77777777" w:rsidR="00A106B9" w:rsidRDefault="00A106B9">
      <w:r>
        <w:separator/>
      </w:r>
    </w:p>
  </w:endnote>
  <w:endnote w:type="continuationSeparator" w:id="0">
    <w:p w14:paraId="01ADED37" w14:textId="77777777" w:rsidR="00A106B9" w:rsidRDefault="00A106B9">
      <w:r>
        <w:continuationSeparator/>
      </w:r>
    </w:p>
  </w:endnote>
  <w:endnote w:type="continuationNotice" w:id="1">
    <w:p w14:paraId="190267F3" w14:textId="77777777" w:rsidR="00A106B9" w:rsidRDefault="00A106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63F911A9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D20C4" w:rsidRPr="009D20C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D20C4" w:rsidRPr="009D20C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61FE51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93224">
      <w:rPr>
        <w:noProof/>
      </w:rPr>
      <w:t>2024-01-30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2B784" w14:textId="77777777" w:rsidR="00A106B9" w:rsidRDefault="00A106B9">
      <w:r>
        <w:separator/>
      </w:r>
    </w:p>
  </w:footnote>
  <w:footnote w:type="continuationSeparator" w:id="0">
    <w:p w14:paraId="2807D216" w14:textId="77777777" w:rsidR="00A106B9" w:rsidRDefault="00A106B9">
      <w:r>
        <w:continuationSeparator/>
      </w:r>
    </w:p>
  </w:footnote>
  <w:footnote w:type="continuationNotice" w:id="1">
    <w:p w14:paraId="330765FB" w14:textId="77777777" w:rsidR="00A106B9" w:rsidRDefault="00A106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306462C4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</w:t>
    </w:r>
    <w:r w:rsidR="00793224">
      <w:rPr>
        <w:rStyle w:val="Strong"/>
        <w:rFonts w:asciiTheme="minorHAnsi" w:hAnsiTheme="minorHAnsi" w:cstheme="minorHAnsi"/>
        <w:lang w:val="en-GB"/>
      </w:rPr>
      <w:t>22-W001-24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4F03"/>
    <w:rsid w:val="000064BE"/>
    <w:rsid w:val="000067C4"/>
    <w:rsid w:val="000069FF"/>
    <w:rsid w:val="00007333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13A1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B46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752"/>
    <w:rsid w:val="000B1C2E"/>
    <w:rsid w:val="000B1E78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5B77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6A34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2C62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052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B7B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5451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9AA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3E12"/>
    <w:rsid w:val="0036480C"/>
    <w:rsid w:val="00364962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0EBD"/>
    <w:rsid w:val="003A3A02"/>
    <w:rsid w:val="003A4568"/>
    <w:rsid w:val="003A4940"/>
    <w:rsid w:val="003A4CE4"/>
    <w:rsid w:val="003A53B1"/>
    <w:rsid w:val="003A785D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4B6D"/>
    <w:rsid w:val="00405E18"/>
    <w:rsid w:val="00405E93"/>
    <w:rsid w:val="004062F8"/>
    <w:rsid w:val="00411253"/>
    <w:rsid w:val="004130D1"/>
    <w:rsid w:val="0041311F"/>
    <w:rsid w:val="00414FA6"/>
    <w:rsid w:val="0041563F"/>
    <w:rsid w:val="004207A9"/>
    <w:rsid w:val="00421E32"/>
    <w:rsid w:val="00422078"/>
    <w:rsid w:val="0042253B"/>
    <w:rsid w:val="00422A63"/>
    <w:rsid w:val="004236D6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549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56E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68CA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56E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25E5"/>
    <w:rsid w:val="00793224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7BF2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0FE6"/>
    <w:rsid w:val="007E2C32"/>
    <w:rsid w:val="007E3D18"/>
    <w:rsid w:val="007E4289"/>
    <w:rsid w:val="007E55B3"/>
    <w:rsid w:val="007E58F6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2F5D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385F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20C4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06B9"/>
    <w:rsid w:val="00A1365A"/>
    <w:rsid w:val="00A14AB6"/>
    <w:rsid w:val="00A15CE0"/>
    <w:rsid w:val="00A15CFF"/>
    <w:rsid w:val="00A15DDD"/>
    <w:rsid w:val="00A15E6D"/>
    <w:rsid w:val="00A15FEC"/>
    <w:rsid w:val="00A174AD"/>
    <w:rsid w:val="00A17C92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4FDB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3498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33E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C2E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6950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357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E68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0B42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2ED5"/>
    <w:rsid w:val="00EC401B"/>
    <w:rsid w:val="00EC51A1"/>
    <w:rsid w:val="00EC72C1"/>
    <w:rsid w:val="00ED10DE"/>
    <w:rsid w:val="00ED1288"/>
    <w:rsid w:val="00ED170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1E1C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384979-30FF-4A40-B745-4ABFFD071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94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18</cp:revision>
  <cp:lastPrinted>2013-10-18T08:32:00Z</cp:lastPrinted>
  <dcterms:created xsi:type="dcterms:W3CDTF">2022-05-27T00:59:00Z</dcterms:created>
  <dcterms:modified xsi:type="dcterms:W3CDTF">2024-01-30T00:25:00Z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